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D15" w:rsidRPr="00B90462" w:rsidRDefault="00DB76C8" w:rsidP="008D7E50">
      <w:pPr>
        <w:pStyle w:val="Heading110"/>
        <w:shd w:val="clear" w:color="auto" w:fill="auto"/>
        <w:spacing w:after="0" w:line="269" w:lineRule="auto"/>
        <w:rPr>
          <w:rFonts w:ascii="Times New Roman" w:hAnsi="Times New Roman" w:cs="Times New Roman"/>
          <w:color w:val="000000"/>
          <w:szCs w:val="22"/>
          <w:lang w:val="sl-SI"/>
        </w:rPr>
      </w:pPr>
      <w:bookmarkStart w:id="0" w:name="bookmark0"/>
      <w:r w:rsidRPr="00B90462">
        <w:rPr>
          <w:rFonts w:ascii="Times New Roman" w:hAnsi="Times New Roman" w:cs="Times New Roman"/>
          <w:color w:val="000000"/>
          <w:sz w:val="32"/>
          <w:szCs w:val="22"/>
          <w:lang w:val="sl-SI"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76C8" w:rsidRPr="00260E65" w:rsidRDefault="00DB76C8">
                            <w:pPr>
                              <w:jc w:val="center"/>
                              <w:rPr>
                                <w:rFonts w:ascii="Arial" w:hAnsi="Arial" w:cs="Arial"/>
                                <w:b/>
                                <w:bCs/>
                                <w:sz w:val="48"/>
                                <w:lang w:val="nl-BE"/>
                              </w:rPr>
                            </w:pPr>
                            <w:r>
                              <w:rPr>
                                <w:rFonts w:ascii="Arial" w:hAnsi="Arial" w:cs="Arial"/>
                                <w:b/>
                                <w:bCs/>
                                <w:sz w:val="48"/>
                                <w:lang w:val="nl-BE"/>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AMtgIAALk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dMHgDLYCAAC5&#10;BQAADgAAAAAAAAAAAAAAAAAuAgAAZHJzL2Uyb0RvYy54bWxQSwECLQAUAAYACAAAACEA61QxWt4A&#10;AAAPAQAADwAAAAAAAAAAAAAAAAAQBQAAZHJzL2Rvd25yZXYueG1sUEsFBgAAAAAEAAQA8wAAABsG&#10;AAAAAA==&#10;" o:allowincell="f" filled="f" stroked="f">
                <v:textbox>
                  <w:txbxContent>
                    <w:p w:rsidR="00DB76C8" w:rsidRPr="00260E65" w:rsidRDefault="00DB76C8">
                      <w:pPr>
                        <w:jc w:val="center"/>
                        <w:rPr>
                          <w:rFonts w:ascii="Arial" w:hAnsi="Arial" w:cs="Arial"/>
                          <w:b/>
                          <w:bCs/>
                          <w:sz w:val="48"/>
                          <w:lang w:val="nl-BE"/>
                        </w:rPr>
                      </w:pPr>
                      <w:r>
                        <w:rPr>
                          <w:rFonts w:ascii="Arial" w:hAnsi="Arial" w:cs="Arial"/>
                          <w:b/>
                          <w:bCs/>
                          <w:sz w:val="48"/>
                          <w:lang w:val="nl-BE"/>
                        </w:rPr>
                        <w:t>SL</w:t>
                      </w:r>
                    </w:p>
                  </w:txbxContent>
                </v:textbox>
                <w10:wrap anchorx="page" anchory="page"/>
              </v:shape>
            </w:pict>
          </mc:Fallback>
        </mc:AlternateContent>
      </w:r>
      <w:bookmarkEnd w:id="0"/>
      <w:r w:rsidR="00B90462" w:rsidRPr="00B90462">
        <w:rPr>
          <w:rFonts w:ascii="Times New Roman" w:hAnsi="Times New Roman" w:cs="Times New Roman"/>
          <w:color w:val="000000"/>
          <w:sz w:val="32"/>
          <w:szCs w:val="22"/>
          <w:lang w:val="sl-SI" w:eastAsia="en-GB"/>
        </w:rPr>
        <w:t>Simulacija podnebnega ukrepanja: Države v razvoju</w:t>
      </w:r>
    </w:p>
    <w:p w:rsidR="00A50D15" w:rsidRPr="00B90462" w:rsidRDefault="00A50D15" w:rsidP="008D7E50">
      <w:pPr>
        <w:spacing w:line="269" w:lineRule="auto"/>
      </w:pPr>
    </w:p>
    <w:p w:rsidR="00571C3D" w:rsidRPr="00B90462" w:rsidRDefault="00571C3D" w:rsidP="008D7E50">
      <w:pPr>
        <w:spacing w:line="269" w:lineRule="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1231"/>
        <w:gridCol w:w="5289"/>
      </w:tblGrid>
      <w:tr w:rsidR="00A50D15" w:rsidRPr="00B90462" w:rsidTr="00A50D15">
        <w:trPr>
          <w:trHeight w:val="725"/>
        </w:trPr>
        <w:tc>
          <w:tcPr>
            <w:tcW w:w="1365" w:type="pct"/>
            <w:vMerge w:val="restart"/>
          </w:tcPr>
          <w:p w:rsidR="00A50D15" w:rsidRPr="00B90462" w:rsidRDefault="00A50D15" w:rsidP="008D7E50">
            <w:pPr>
              <w:spacing w:line="269" w:lineRule="auto"/>
              <w:rPr>
                <w:sz w:val="22"/>
                <w:szCs w:val="22"/>
              </w:rPr>
            </w:pPr>
            <w:r w:rsidRPr="00B90462">
              <w:rPr>
                <w:lang w:eastAsia="en-GB"/>
              </w:rPr>
              <w:drawing>
                <wp:anchor distT="0" distB="0" distL="63500" distR="63500" simplePos="0" relativeHeight="251657216" behindDoc="1" locked="0" layoutInCell="1" allowOverlap="1" wp14:anchorId="6AEADBF5" wp14:editId="4F0530C7">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582" w:type="pct"/>
          </w:tcPr>
          <w:p w:rsidR="00A50D15" w:rsidRPr="00B90462" w:rsidRDefault="00A50D15" w:rsidP="008D7E50">
            <w:pPr>
              <w:spacing w:line="269" w:lineRule="auto"/>
              <w:rPr>
                <w:b/>
                <w:sz w:val="22"/>
                <w:szCs w:val="22"/>
              </w:rPr>
            </w:pPr>
            <w:r w:rsidRPr="00B90462">
              <w:rPr>
                <w:b/>
                <w:color w:val="000000"/>
                <w:sz w:val="22"/>
                <w:szCs w:val="22"/>
              </w:rPr>
              <w:t>Naslovnik:</w:t>
            </w:r>
          </w:p>
        </w:tc>
        <w:tc>
          <w:tcPr>
            <w:tcW w:w="3054" w:type="pct"/>
          </w:tcPr>
          <w:p w:rsidR="00A50D15" w:rsidRPr="00B90462" w:rsidRDefault="00B90462" w:rsidP="008D7E50">
            <w:pPr>
              <w:spacing w:line="269" w:lineRule="auto"/>
              <w:jc w:val="both"/>
              <w:rPr>
                <w:b/>
                <w:color w:val="000000"/>
                <w:sz w:val="22"/>
                <w:szCs w:val="22"/>
              </w:rPr>
            </w:pPr>
            <w:r w:rsidRPr="00B90462">
              <w:rPr>
                <w:b/>
                <w:color w:val="000000"/>
                <w:sz w:val="22"/>
                <w:szCs w:val="22"/>
              </w:rPr>
              <w:t>Glavni pogajalci držav v razvoju</w:t>
            </w:r>
          </w:p>
          <w:p w:rsidR="00A50D15" w:rsidRPr="00B90462" w:rsidRDefault="00B90462" w:rsidP="008D7E50">
            <w:pPr>
              <w:spacing w:line="269" w:lineRule="auto"/>
              <w:jc w:val="both"/>
              <w:rPr>
                <w:sz w:val="22"/>
                <w:szCs w:val="22"/>
              </w:rPr>
            </w:pPr>
            <w:r w:rsidRPr="00B90462">
              <w:rPr>
                <w:color w:val="000000"/>
                <w:sz w:val="22"/>
                <w:szCs w:val="22"/>
              </w:rPr>
              <w:t>(Več kot 100 držav: države jugovzhodne Azije, večina držav Srednje in Južne Amerike, večina afriških držav, male otoške države in večina držav na Bližnjem vzhodu)</w:t>
            </w:r>
          </w:p>
        </w:tc>
      </w:tr>
      <w:tr w:rsidR="00A50D15" w:rsidRPr="00B90462" w:rsidTr="00A50D15">
        <w:trPr>
          <w:trHeight w:val="725"/>
        </w:trPr>
        <w:tc>
          <w:tcPr>
            <w:tcW w:w="1365" w:type="pct"/>
            <w:vMerge/>
          </w:tcPr>
          <w:p w:rsidR="00A50D15" w:rsidRPr="00B90462" w:rsidRDefault="00A50D15" w:rsidP="008D7E50">
            <w:pPr>
              <w:spacing w:line="269" w:lineRule="auto"/>
              <w:rPr>
                <w:sz w:val="22"/>
                <w:szCs w:val="22"/>
              </w:rPr>
            </w:pPr>
          </w:p>
        </w:tc>
        <w:tc>
          <w:tcPr>
            <w:tcW w:w="582" w:type="pct"/>
          </w:tcPr>
          <w:p w:rsidR="00A50D15" w:rsidRPr="00B90462" w:rsidRDefault="00A50D15" w:rsidP="008D7E50">
            <w:pPr>
              <w:spacing w:line="269" w:lineRule="auto"/>
              <w:rPr>
                <w:b/>
                <w:color w:val="000000"/>
                <w:sz w:val="22"/>
                <w:szCs w:val="22"/>
              </w:rPr>
            </w:pPr>
            <w:r w:rsidRPr="00B90462">
              <w:rPr>
                <w:b/>
                <w:color w:val="000000"/>
                <w:sz w:val="22"/>
                <w:szCs w:val="22"/>
              </w:rPr>
              <w:t>Zadeva:</w:t>
            </w:r>
          </w:p>
        </w:tc>
        <w:tc>
          <w:tcPr>
            <w:tcW w:w="3054" w:type="pct"/>
          </w:tcPr>
          <w:p w:rsidR="00A50D15" w:rsidRPr="00B90462" w:rsidRDefault="00A50D15" w:rsidP="008D7E50">
            <w:pPr>
              <w:spacing w:line="269" w:lineRule="auto"/>
              <w:jc w:val="both"/>
              <w:rPr>
                <w:b/>
                <w:color w:val="000000"/>
                <w:sz w:val="22"/>
                <w:szCs w:val="22"/>
              </w:rPr>
            </w:pPr>
            <w:r w:rsidRPr="00B90462">
              <w:rPr>
                <w:b/>
                <w:color w:val="000000"/>
                <w:sz w:val="22"/>
                <w:szCs w:val="22"/>
              </w:rPr>
              <w:t>Priprava na vrh o podnebnih ukrepih</w:t>
            </w:r>
          </w:p>
        </w:tc>
      </w:tr>
    </w:tbl>
    <w:p w:rsidR="00A50D15" w:rsidRPr="00B90462" w:rsidRDefault="00A50D15" w:rsidP="008D7E50">
      <w:pPr>
        <w:spacing w:line="269" w:lineRule="auto"/>
      </w:pPr>
    </w:p>
    <w:p w:rsidR="00A50D15" w:rsidRPr="00B90462" w:rsidRDefault="00A50D15" w:rsidP="008D7E50">
      <w:pPr>
        <w:spacing w:line="269" w:lineRule="auto"/>
      </w:pPr>
      <w:r w:rsidRPr="00B90462">
        <w:t xml:space="preserve">Dobrodošli na vrhu o podnebnih ukrepih. Generalni sekretar OZN vas je skupaj z voditelji vseh pomembnih deležnikov povabil k sodelovanju, da bi uspešno rešili </w:t>
      </w:r>
      <w:r w:rsidR="005E63F1">
        <w:t>vprašanje podnebnih sprememb. V </w:t>
      </w:r>
      <w:bookmarkStart w:id="1" w:name="_GoBack"/>
      <w:bookmarkEnd w:id="1"/>
      <w:r w:rsidRPr="00B90462">
        <w:t>vabilu je generalni sekretar</w:t>
      </w:r>
      <w:r w:rsidR="00F67CEE" w:rsidRPr="00B90462">
        <w:t xml:space="preserve"> zapisal</w:t>
      </w:r>
      <w:r w:rsidRPr="00B90462">
        <w:t>, da „je podnebna kriza tekma, ki jo izgubljamo, a hkrat</w:t>
      </w:r>
      <w:r w:rsidR="00CF33AA" w:rsidRPr="00B90462">
        <w:t>i tekma, ki jo lahko dobimo. […</w:t>
      </w:r>
      <w:r w:rsidRPr="00B90462">
        <w:t>] Najboljše znanstvene raziskave kažejo, da bo zvišanje temperature za več kot 1,5 °C povzročilo obsežno in nepopravljivo škodo ekosistemom, ki nas vzdržujejo. […</w:t>
      </w:r>
      <w:r w:rsidR="00871468" w:rsidRPr="00B90462">
        <w:t>] A </w:t>
      </w:r>
      <w:r w:rsidRPr="00B90462">
        <w:t>znanstveniki nam hkrati tudi sporočajo, da še ni prepozno. Lahko nam uspe […], vendar bo za to treba temeljito preoblikovati vse vidike družbe – kako pridobivamo hrano in izkoriščamo zemljišča, katero gorivo uporabljajo naša vozila in kaj poganja naša gospodarstva. […] Če bomo ukrepali skupaj, nihče ne bo zapostavljen.“</w:t>
      </w:r>
    </w:p>
    <w:p w:rsidR="00A50D15" w:rsidRPr="00B90462" w:rsidRDefault="00A50D15" w:rsidP="008D7E50">
      <w:pPr>
        <w:spacing w:line="269" w:lineRule="auto"/>
        <w:rPr>
          <w:color w:val="000000"/>
        </w:rPr>
      </w:pPr>
    </w:p>
    <w:p w:rsidR="00A50D15" w:rsidRPr="00B90462" w:rsidRDefault="00A50D15" w:rsidP="008D7E50">
      <w:pPr>
        <w:spacing w:line="269" w:lineRule="auto"/>
      </w:pPr>
      <w:r w:rsidRPr="00B90462">
        <w:rPr>
          <w:color w:val="000000"/>
        </w:rPr>
        <w:t xml:space="preserve">Cilj vrha je pripraviti načrt za omejitev segrevanja planeta na manj kot 2 °C [3,6 °F] nad predindustrijsko ravnjo in si prizadevati za omejitev zvišanja temperature na 1,5 °C [2,7 °F], kar sta uradna mednarodna cilja iz Pariškega sporazuma o podnebnih spremembah. </w:t>
      </w:r>
      <w:r w:rsidR="00F67CEE" w:rsidRPr="00B90462">
        <w:t xml:space="preserve">Znanstveni dokazi </w:t>
      </w:r>
      <w:r w:rsidRPr="00B90462">
        <w:t>so jasni: segrevanje nad to mejo bo sprožilo katastrofalne in nepopravljive posledice, ki bodo ogrozile zdravje, blaginjo in življenje ljudi v vseh državah.</w:t>
      </w:r>
    </w:p>
    <w:p w:rsidR="00A50D15" w:rsidRPr="00B90462" w:rsidRDefault="00A50D15" w:rsidP="008D7E50">
      <w:pPr>
        <w:spacing w:line="269" w:lineRule="auto"/>
        <w:rPr>
          <w:color w:val="000000"/>
        </w:rPr>
      </w:pPr>
    </w:p>
    <w:p w:rsidR="00A50D15" w:rsidRPr="00B90462" w:rsidRDefault="00B90462" w:rsidP="008D7E50">
      <w:pPr>
        <w:spacing w:line="269" w:lineRule="auto"/>
      </w:pPr>
      <w:r w:rsidRPr="00B90462">
        <w:rPr>
          <w:color w:val="000000"/>
        </w:rPr>
        <w:t>Zastopate najmanj razvite države sveta. Skupno prebivalstvo vaših držav je približno 2,9 milijarde ljudi, kar je približno 38 % vseh 7,7 milijarde prebivalcev sveta – in hitro narašča. Vendar vaše države skupaj ustvarijo samo za približno 16 % svetovne gospodarske proizvodnje in imajo nižji BDP (bruto domači proizvod) na prebivalca in veliko več revščine kot razvite države.</w:t>
      </w:r>
    </w:p>
    <w:p w:rsidR="00A50D15" w:rsidRPr="00B90462" w:rsidRDefault="00A50D15" w:rsidP="008D7E50">
      <w:pPr>
        <w:spacing w:line="269" w:lineRule="auto"/>
        <w:rPr>
          <w:color w:val="000000"/>
        </w:rPr>
      </w:pPr>
    </w:p>
    <w:p w:rsidR="00A50D15" w:rsidRPr="00B90462" w:rsidRDefault="00A50D15" w:rsidP="008D7E50">
      <w:pPr>
        <w:spacing w:line="269" w:lineRule="auto"/>
        <w:rPr>
          <w:color w:val="000000"/>
        </w:rPr>
      </w:pPr>
      <w:r w:rsidRPr="00B90462">
        <w:rPr>
          <w:color w:val="000000"/>
        </w:rPr>
        <w:t>V nadaljevanju so naštete vaše prednostne politike – predlagate ali zavrnete lahko katero koli.</w:t>
      </w:r>
    </w:p>
    <w:p w:rsidR="00A50D15" w:rsidRPr="00B90462" w:rsidRDefault="00A50D15" w:rsidP="008D7E50">
      <w:pPr>
        <w:spacing w:line="269" w:lineRule="auto"/>
      </w:pPr>
    </w:p>
    <w:p w:rsidR="00B90462" w:rsidRPr="00B90462" w:rsidRDefault="00B90462" w:rsidP="008D7E50">
      <w:pPr>
        <w:pStyle w:val="Bodytext30"/>
        <w:numPr>
          <w:ilvl w:val="0"/>
          <w:numId w:val="3"/>
        </w:numPr>
        <w:shd w:val="clear" w:color="auto" w:fill="auto"/>
        <w:spacing w:before="0" w:line="269" w:lineRule="auto"/>
        <w:ind w:left="567" w:hanging="567"/>
        <w:rPr>
          <w:b w:val="0"/>
          <w:lang w:val="sl-SI"/>
        </w:rPr>
      </w:pPr>
      <w:r w:rsidRPr="00B90462">
        <w:rPr>
          <w:lang w:val="sl-SI"/>
        </w:rPr>
        <w:t>Subvencionirati je treba energijo iz obnovljivih virov (npr. sončno, vetrno, geotermalno in vodno energijo ter shranjevanje energije).</w:t>
      </w:r>
    </w:p>
    <w:p w:rsidR="00B90462" w:rsidRPr="00B90462" w:rsidRDefault="00B90462" w:rsidP="008D7E50">
      <w:pPr>
        <w:spacing w:line="269" w:lineRule="auto"/>
      </w:pPr>
    </w:p>
    <w:p w:rsidR="00B90462" w:rsidRPr="00B90462" w:rsidRDefault="00B90462" w:rsidP="008D7E50">
      <w:pPr>
        <w:spacing w:line="269" w:lineRule="auto"/>
        <w:ind w:left="567"/>
      </w:pPr>
      <w:r w:rsidRPr="00B90462">
        <w:t>Industrija energije iz obnovljivih virov naglo raste, še vedno pa zagotavlja manj kot 5 % celotne svetovne oskrbe z energijo. Subvencije bodo tem panogam pomagale rasti in v vaših državah se bodo s tem odpirala nova delovna mesta (če vam uspe prehiteti izboljšave vetrne in sončne tehnologije ter tehnologije akumulatorjev v razvitih državah). Shranjevanje (npr. akumulatorji, hranilniki toplote, črpalne hidroelektrarne) in dinamično uravnavanje obremenitev pri električni energiji omogočajo vključitev energije iz spremenljivih obnovljivih virov, kot sta veter in sonce, v energetski sistem, hkrati pa neprekinjeno zagotavljanje električne energije. S subvencijami, ki jih razvite države in države, ki se hitro vzpenjajo, kot je Kitajska, namenjajo za energijo iz obnovljivih virov, bi ti viri energije za vaše države postali veliko cenejši in pospešil bi se gospodarski razvoj.</w:t>
      </w:r>
    </w:p>
    <w:p w:rsidR="00B90462" w:rsidRPr="00B90462" w:rsidRDefault="00B90462" w:rsidP="008D7E50">
      <w:pPr>
        <w:spacing w:line="269" w:lineRule="auto"/>
      </w:pPr>
    </w:p>
    <w:p w:rsidR="00B90462" w:rsidRPr="00B90462" w:rsidRDefault="00B90462" w:rsidP="00977862">
      <w:pPr>
        <w:pStyle w:val="Bodytext30"/>
        <w:keepNext/>
        <w:keepLines/>
        <w:numPr>
          <w:ilvl w:val="0"/>
          <w:numId w:val="3"/>
        </w:numPr>
        <w:shd w:val="clear" w:color="auto" w:fill="auto"/>
        <w:spacing w:before="0" w:line="283" w:lineRule="auto"/>
        <w:ind w:left="567" w:hanging="567"/>
        <w:rPr>
          <w:b w:val="0"/>
          <w:lang w:val="sl-SI"/>
        </w:rPr>
      </w:pPr>
      <w:r w:rsidRPr="00B90462">
        <w:rPr>
          <w:lang w:val="sl-SI"/>
        </w:rPr>
        <w:lastRenderedPageBreak/>
        <w:t>Zmanjšati je treba emisije metana, dušikovega oksida in drugih toplogrednih plinov.</w:t>
      </w:r>
      <w:r w:rsidRPr="00B90462">
        <w:rPr>
          <w:b w:val="0"/>
          <w:lang w:val="sl-SI"/>
        </w:rPr>
        <w:t xml:space="preserve"> CO</w:t>
      </w:r>
      <w:r w:rsidRPr="00B90462">
        <w:rPr>
          <w:b w:val="0"/>
          <w:vertAlign w:val="subscript"/>
          <w:lang w:val="sl-SI"/>
        </w:rPr>
        <w:t>2</w:t>
      </w:r>
      <w:r w:rsidRPr="00B90462">
        <w:rPr>
          <w:b w:val="0"/>
          <w:lang w:val="sl-SI"/>
        </w:rPr>
        <w:t xml:space="preserve"> je najpomembnejši toplogredni plin, a tudi drugi plini povzročajo približno četrtino segrevanja planeta. Med temi so metan (CH</w:t>
      </w:r>
      <w:r w:rsidRPr="00B90462">
        <w:rPr>
          <w:b w:val="0"/>
          <w:vertAlign w:val="subscript"/>
          <w:lang w:val="sl-SI"/>
        </w:rPr>
        <w:t>4</w:t>
      </w:r>
      <w:r w:rsidRPr="00B90462">
        <w:rPr>
          <w:b w:val="0"/>
          <w:lang w:val="sl-SI"/>
        </w:rPr>
        <w:t>), dušikov oksid (N</w:t>
      </w:r>
      <w:r w:rsidRPr="00B90462">
        <w:rPr>
          <w:b w:val="0"/>
          <w:vertAlign w:val="subscript"/>
          <w:lang w:val="sl-SI"/>
        </w:rPr>
        <w:t>2</w:t>
      </w:r>
      <w:r w:rsidRPr="00B90462">
        <w:rPr>
          <w:b w:val="0"/>
          <w:lang w:val="sl-SI"/>
        </w:rPr>
        <w:t>O) ter najrazličnejši klorofluoroogljikovodiki in druge fluorirane spojine (t. i. fluorirani plini). Če primerjamo posamezne molekule, bodo številni plini, ki niso CO</w:t>
      </w:r>
      <w:r w:rsidRPr="00B90462">
        <w:rPr>
          <w:b w:val="0"/>
          <w:vertAlign w:val="subscript"/>
          <w:lang w:val="sl-SI"/>
        </w:rPr>
        <w:t>2</w:t>
      </w:r>
      <w:r w:rsidRPr="00B90462">
        <w:rPr>
          <w:b w:val="0"/>
          <w:lang w:val="sl-SI"/>
        </w:rPr>
        <w:t>, prispevali desetkrat, stokrat, celo tisočkrat več k segrevanju planeta v naslednjem stoletju kot CO</w:t>
      </w:r>
      <w:r w:rsidRPr="00B90462">
        <w:rPr>
          <w:b w:val="0"/>
          <w:vertAlign w:val="subscript"/>
          <w:lang w:val="sl-SI"/>
        </w:rPr>
        <w:t>2</w:t>
      </w:r>
      <w:r w:rsidRPr="00B90462">
        <w:rPr>
          <w:b w:val="0"/>
          <w:lang w:val="sl-SI"/>
        </w:rPr>
        <w:t>. Njihove koncentracije so sicer nizke, vendar naglo naraščajo. Večina teh emisij se ustvari v razvitih državah sveta in gospodarstvih v hitrem vzponu.</w:t>
      </w:r>
    </w:p>
    <w:p w:rsidR="00B90462" w:rsidRPr="00B90462" w:rsidRDefault="00B90462" w:rsidP="00977862">
      <w:pPr>
        <w:spacing w:line="283" w:lineRule="auto"/>
      </w:pPr>
    </w:p>
    <w:p w:rsidR="00B90462" w:rsidRPr="00B90462" w:rsidRDefault="00B90462" w:rsidP="00977862">
      <w:pPr>
        <w:pStyle w:val="Bodytext30"/>
        <w:numPr>
          <w:ilvl w:val="0"/>
          <w:numId w:val="3"/>
        </w:numPr>
        <w:shd w:val="clear" w:color="auto" w:fill="auto"/>
        <w:spacing w:before="0" w:line="283" w:lineRule="auto"/>
        <w:ind w:left="567" w:hanging="567"/>
        <w:rPr>
          <w:b w:val="0"/>
          <w:lang w:val="sl-SI"/>
        </w:rPr>
      </w:pPr>
      <w:r w:rsidRPr="00B90462">
        <w:rPr>
          <w:lang w:val="sl-SI"/>
        </w:rPr>
        <w:t>Zmanjšati je treba krčenje gozdov.</w:t>
      </w:r>
      <w:r w:rsidRPr="00B90462">
        <w:rPr>
          <w:b w:val="0"/>
          <w:lang w:val="sl-SI"/>
        </w:rPr>
        <w:t xml:space="preserve"> Krčenje gozdov trenutno povzroča približno 15 % svetovnih emisij toplogrednih plinov. Večinoma se gozd krči v tropskih gozdovih vaših držav, vključno s porečjem Amazonke, južno in jugovzhodno Azijo ter Afriko. Z ohranjanjem gozdov lahko te emisije zmanjšamo, hkrati pa zavarujemo tudi biotsko raznovrstnost in oskrbo z vodo. Omejevanje krčenja gozdov pa zmanjšuje tudi potencialno uporabo teh zemljišč za sečnjo, proizvodnjo hrane, bioenergijo in druge pomembne možnosti njihove uporabe.</w:t>
      </w:r>
    </w:p>
    <w:p w:rsidR="00B90462" w:rsidRPr="00B90462" w:rsidRDefault="00B90462" w:rsidP="00977862">
      <w:pPr>
        <w:spacing w:line="283" w:lineRule="auto"/>
      </w:pPr>
    </w:p>
    <w:p w:rsidR="00B90462" w:rsidRPr="00977862" w:rsidRDefault="00B90462" w:rsidP="00977862">
      <w:pPr>
        <w:pStyle w:val="Bodytext30"/>
        <w:numPr>
          <w:ilvl w:val="0"/>
          <w:numId w:val="3"/>
        </w:numPr>
        <w:shd w:val="clear" w:color="auto" w:fill="auto"/>
        <w:spacing w:before="0" w:line="283" w:lineRule="auto"/>
        <w:ind w:left="567" w:hanging="567"/>
        <w:rPr>
          <w:b w:val="0"/>
          <w:lang w:val="sl-SI"/>
        </w:rPr>
      </w:pPr>
      <w:r w:rsidRPr="00977862">
        <w:rPr>
          <w:rStyle w:val="Bodytext2Bold"/>
          <w:b/>
        </w:rPr>
        <w:t>Razmisliti je treba o pogozdovanju.</w:t>
      </w:r>
      <w:r w:rsidRPr="00B90462">
        <w:rPr>
          <w:rStyle w:val="Bodytext2Bold"/>
        </w:rPr>
        <w:t xml:space="preserve"> </w:t>
      </w:r>
      <w:r w:rsidRPr="00977862">
        <w:rPr>
          <w:b w:val="0"/>
          <w:lang w:val="sl-SI"/>
        </w:rPr>
        <w:t>Pogozdovanje pomeni rast novih gozdov na prej golih zemljiščih – včasih gre za zemljišča, kjer je bil gozd izkrčen, ali degradirana zemljišča. Če se pogozdovanje opravi v velikem obsegu, to lahko pomeni, da se uporabijo zemljišča, ki bi jih potrebovali za pridelavo poljščin ali živinorejo, zaradi česar bi se zvišale cene živil. Pomislite, koliko zemljišč bi bilo potrebnih za politike pogozdovanja, ki jih predlagate vi in druge skupine.</w:t>
      </w:r>
    </w:p>
    <w:p w:rsidR="00B90462" w:rsidRPr="00B90462" w:rsidRDefault="00B90462" w:rsidP="00977862">
      <w:pPr>
        <w:spacing w:line="283" w:lineRule="auto"/>
      </w:pPr>
    </w:p>
    <w:p w:rsidR="00B90462" w:rsidRPr="00977862" w:rsidRDefault="00B90462" w:rsidP="00977862">
      <w:pPr>
        <w:pStyle w:val="Bodytext30"/>
        <w:numPr>
          <w:ilvl w:val="0"/>
          <w:numId w:val="3"/>
        </w:numPr>
        <w:shd w:val="clear" w:color="auto" w:fill="auto"/>
        <w:spacing w:before="0" w:line="283" w:lineRule="auto"/>
        <w:ind w:left="567" w:hanging="567"/>
        <w:rPr>
          <w:b w:val="0"/>
          <w:lang w:val="sl-SI"/>
        </w:rPr>
      </w:pPr>
      <w:r w:rsidRPr="00977862">
        <w:rPr>
          <w:rStyle w:val="Bodytext2Bold"/>
          <w:b/>
        </w:rPr>
        <w:t>Razmisliti je treba o davkih na premog.</w:t>
      </w:r>
      <w:r w:rsidRPr="00B90462">
        <w:rPr>
          <w:rStyle w:val="Bodytext2Bold"/>
        </w:rPr>
        <w:t xml:space="preserve"> </w:t>
      </w:r>
      <w:r w:rsidRPr="00977862">
        <w:rPr>
          <w:b w:val="0"/>
          <w:lang w:val="sl-SI"/>
        </w:rPr>
        <w:t>Številne od vaših držav gradijo nove premogovnike in termoelektrarne, čeprav je premog ogljično najbolj intenzivno gorivo in tudi najbolj onesnažuje zrak, kar danes škodi zdravju milijonov ljudi v vaših državah. Z obdavčitvijo, urejanjem s predpisi ali celo postopnim opuščanjem premoga bi se emisije naglo znižale, zmanjšala bi se nevarna onesnaženost zraka in izboljšalo javno zdravje.</w:t>
      </w:r>
    </w:p>
    <w:p w:rsidR="00B90462" w:rsidRPr="00B90462" w:rsidRDefault="00B90462" w:rsidP="00977862">
      <w:pPr>
        <w:spacing w:line="283" w:lineRule="auto"/>
      </w:pPr>
    </w:p>
    <w:p w:rsidR="00B90462" w:rsidRPr="00977862" w:rsidRDefault="00B90462" w:rsidP="00977862">
      <w:pPr>
        <w:pStyle w:val="Bodytext30"/>
        <w:numPr>
          <w:ilvl w:val="0"/>
          <w:numId w:val="3"/>
        </w:numPr>
        <w:shd w:val="clear" w:color="auto" w:fill="auto"/>
        <w:spacing w:before="0" w:line="283" w:lineRule="auto"/>
        <w:ind w:left="567" w:hanging="567"/>
        <w:rPr>
          <w:b w:val="0"/>
          <w:spacing w:val="-2"/>
          <w:lang w:val="sl-SI"/>
        </w:rPr>
      </w:pPr>
      <w:r w:rsidRPr="00977862">
        <w:rPr>
          <w:spacing w:val="-2"/>
          <w:lang w:val="sl-SI"/>
        </w:rPr>
        <w:t>Razmisliti je treba o določitvi cene za emisije CO</w:t>
      </w:r>
      <w:r w:rsidRPr="00977862">
        <w:rPr>
          <w:spacing w:val="-2"/>
          <w:vertAlign w:val="subscript"/>
          <w:lang w:val="sl-SI"/>
        </w:rPr>
        <w:t>2</w:t>
      </w:r>
      <w:r w:rsidRPr="00977862">
        <w:rPr>
          <w:spacing w:val="-2"/>
          <w:lang w:val="sl-SI"/>
        </w:rPr>
        <w:t>.</w:t>
      </w:r>
      <w:r w:rsidRPr="00977862">
        <w:rPr>
          <w:b w:val="0"/>
          <w:spacing w:val="-2"/>
          <w:lang w:val="sl-SI"/>
        </w:rPr>
        <w:t xml:space="preserve"> Fosilna goriva še vedno prevladujejo v svetovnem energetskem sistemu in emisije CO</w:t>
      </w:r>
      <w:r w:rsidRPr="00977862">
        <w:rPr>
          <w:b w:val="0"/>
          <w:spacing w:val="-2"/>
          <w:vertAlign w:val="subscript"/>
          <w:lang w:val="sl-SI"/>
        </w:rPr>
        <w:t>2</w:t>
      </w:r>
      <w:r w:rsidRPr="00977862">
        <w:rPr>
          <w:b w:val="0"/>
          <w:spacing w:val="-2"/>
          <w:lang w:val="sl-SI"/>
        </w:rPr>
        <w:t>, ki jih ustvarjajo, daleč največ prispevajo k spreminjanju podnebja. Sedanje tržne cene ne vključujejo okoljske in družbene škode, ki jo povzročajo fosilna goriva (njihovih negativnih zunanjih učinkov). Kar je še huje, industrijska panoga fosilnih goriv od vlad po svetu, med katerimi je tudi veliko vaših držav, letno prejme subvencije v višini od 775 milijard do 1 bilijona USD. Ekonomisti se strinjajo, da je cena ogljika najboljši način za zmanjšanje svetovnih emisij toplogrednih plinov. Razmislite o tem, da bi podprli svetovno ceno ogljika, ki bi se morda uvajala postopoma, da bi se imeli čas prilagoditi.</w:t>
      </w:r>
    </w:p>
    <w:p w:rsidR="00B90462" w:rsidRPr="00B90462" w:rsidRDefault="00B90462" w:rsidP="00977862">
      <w:pPr>
        <w:spacing w:line="283" w:lineRule="auto"/>
      </w:pPr>
    </w:p>
    <w:p w:rsidR="00B90462" w:rsidRPr="00B90462" w:rsidRDefault="00B90462" w:rsidP="00977862">
      <w:pPr>
        <w:spacing w:line="283" w:lineRule="auto"/>
        <w:ind w:left="567"/>
      </w:pPr>
      <w:r w:rsidRPr="00B90462">
        <w:t>Prihodke bi lahko namenili prebivalcem ali pa z njimi delno izra</w:t>
      </w:r>
      <w:r w:rsidR="009865AC">
        <w:t>vnali stroške drugih politik. V </w:t>
      </w:r>
      <w:r w:rsidRPr="00B90462">
        <w:t>nekaterih državah so že uvedli cene ogljika, vendar so te bistveno nižje od 30–50 USD ali več na tono CO</w:t>
      </w:r>
      <w:r w:rsidRPr="00B90462">
        <w:rPr>
          <w:vertAlign w:val="subscript"/>
        </w:rPr>
        <w:t>2</w:t>
      </w:r>
      <w:r w:rsidRPr="00B90462">
        <w:t>, kar priporočajo številni ekonomisti. Ne morete pa si privoščiti prehitrih sprememb – v vaših državah si srednji sloji prizadevajo, da bi dobili proizvode in storitve, ki jih imajo ljudje v razvitih državah za samoumevne: avtomobile, klimatske naprave, potovanja z letalom ipd., revni pa si želijo zanesljivo oskrbo z električno energijo, čisto vodo, hrano, zdravstveno oskrbo, dostojna stanovanja in zadovoljitev drugih osnovnih človeških potreb. Zvišanje cen energije bodo močno občutili.</w:t>
      </w:r>
    </w:p>
    <w:p w:rsidR="00B90462" w:rsidRPr="00B90462" w:rsidRDefault="00B90462" w:rsidP="00977862">
      <w:pPr>
        <w:spacing w:line="283" w:lineRule="auto"/>
      </w:pPr>
    </w:p>
    <w:p w:rsidR="00B90462" w:rsidRPr="00B90462" w:rsidRDefault="00B90462" w:rsidP="00977862">
      <w:pPr>
        <w:pStyle w:val="Bodytext50"/>
        <w:keepNext/>
        <w:keepLines/>
        <w:shd w:val="clear" w:color="auto" w:fill="auto"/>
        <w:spacing w:before="0" w:after="0" w:line="288" w:lineRule="auto"/>
        <w:rPr>
          <w:lang w:val="sl-SI"/>
        </w:rPr>
      </w:pPr>
      <w:r w:rsidRPr="00B90462">
        <w:rPr>
          <w:lang w:val="sl-SI"/>
        </w:rPr>
        <w:lastRenderedPageBreak/>
        <w:t>Dodatni poudarki</w:t>
      </w:r>
    </w:p>
    <w:p w:rsidR="00B90462" w:rsidRPr="00B90462" w:rsidRDefault="00B90462" w:rsidP="00977862">
      <w:pPr>
        <w:keepNext/>
        <w:keepLines/>
      </w:pPr>
    </w:p>
    <w:p w:rsidR="00B90462" w:rsidRPr="00B90462" w:rsidRDefault="00B90462" w:rsidP="00B90462">
      <w:r w:rsidRPr="00B90462">
        <w:t>Številni prebivalci vaših držav nimajo dostopa do električne energije ali zanesljive, cenovno dostopne energije. Vaše države ustvarijo samo približno 24 % sedanjih svetovnih emisij toplogrednih plinov in količina emisij na prebivalca je veliko nižja kot v razvitih državah ali celo na Kitajskem. Z razvojem vašega gospodarstva pa se v vaših državah naglo veča tudi uporaba fosilnih goriv. Razvite države so ustvarile večino kumulativnih emisij toplogrednih plinov, ki so povzročile podnebno krizo, vaši prebivalci pa bodo podnebne spremembe najbolj občutili in imajo najmanj zmožnosti za prilagajanje nanje. Prepričani ste, da morajo te države pokazati moralno odgovornost in zmanjšati emisije ter da se ne smejo sprejeti politike za boj proti podnebnim spremembam, ki bi upočasnile vaš gospodarski razvoj in zmožnosti, da svojim prebivalcem zagotovite hrano, delovna mesta, stanovanja, izobraževanje, zdravstveno oskrbo in druge osnovne potrebe, ki jih imajo prebivalci razvitih držav za samoumevne.</w:t>
      </w:r>
    </w:p>
    <w:p w:rsidR="00B90462" w:rsidRPr="00B90462" w:rsidRDefault="00B90462" w:rsidP="00B90462"/>
    <w:p w:rsidR="00474E33" w:rsidRPr="00B90462" w:rsidRDefault="00B90462" w:rsidP="00B90462">
      <w:r w:rsidRPr="00B90462">
        <w:t>Hkrati pa podnebne spremembe močno ogrožajo vašo blaginjo, zdravje in življenja. Onesnaženost zraka zaradi fosilnih goriv je kriva za to, da v vaših državah vsako leto prezgodaj umre več milijonov ljudi. Dvig morske gladine, skrajni vremenski pojavi, suše, zmanjševanje pridelka in druge škodljive posledice podnebnih sprememb so vse pogosteje povod za konflikte in migracije, ogrožajo legitimnost vaših vlad in – v primeru majhnih otoških držav – sam obstoj. Vaše države imajo priložnost, da preskočijo energetski sistem, ki temelji na fosilnih gorivih, in takoj uvedejo čist in učinkovit sistem pridobivanja energije iz obnovljivih virov: tako kot vas je kar nekaj preskočilo stacionarno telefonijo in takoj sprejelo mobilne telefone. Energetska učinkovitost in obnovljivi viri energije, kot sta veter in sonce, so pogosto dobičkonosni, ustvarjajo delovna mesta in izboljšajo javno zdravje.</w:t>
      </w:r>
    </w:p>
    <w:p w:rsidR="00B90462" w:rsidRPr="00B90462" w:rsidRDefault="00B90462" w:rsidP="00B90462"/>
    <w:p w:rsidR="00A50D15" w:rsidRPr="00B90462" w:rsidRDefault="00A50D15" w:rsidP="00A50D15">
      <w:pPr>
        <w:overflowPunct w:val="0"/>
        <w:autoSpaceDE w:val="0"/>
        <w:autoSpaceDN w:val="0"/>
        <w:adjustRightInd w:val="0"/>
        <w:jc w:val="center"/>
        <w:textAlignment w:val="baseline"/>
      </w:pPr>
      <w:r w:rsidRPr="00B90462">
        <w:t>_____________</w:t>
      </w:r>
    </w:p>
    <w:sectPr w:rsidR="00A50D15" w:rsidRPr="00B90462" w:rsidSect="00DB76C8">
      <w:footerReference w:type="default" r:id="rId9"/>
      <w:pgSz w:w="11906" w:h="16838"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D15" w:rsidRDefault="00A50D15">
      <w:r>
        <w:separator/>
      </w:r>
    </w:p>
    <w:p w:rsidR="00B25AB0" w:rsidRDefault="00B25AB0"/>
  </w:endnote>
  <w:endnote w:type="continuationSeparator" w:id="0">
    <w:p w:rsidR="00A50D15" w:rsidRDefault="00A50D15">
      <w:r>
        <w:continuationSeparator/>
      </w:r>
    </w:p>
    <w:p w:rsidR="00B25AB0" w:rsidRDefault="00B25A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468" w:rsidRDefault="00B90462" w:rsidP="00871468">
    <w:pPr>
      <w:pStyle w:val="Footer"/>
      <w:spacing w:line="240" w:lineRule="auto"/>
      <w:rPr>
        <w:i/>
        <w:sz w:val="18"/>
      </w:rPr>
    </w:pPr>
    <w:r w:rsidRPr="00B90462">
      <w:rPr>
        <w:i/>
        <w:sz w:val="18"/>
      </w:rPr>
      <w:t xml:space="preserve">Razvili: Climate Interactive, MIT Sloan School of Management Sustainability Initiative, ESB Business School in UMass Lowell Climate Change Initiative. Zadnja posodobitev: september 2019. </w:t>
    </w:r>
    <w:hyperlink r:id="rId1" w:history="1">
      <w:r w:rsidRPr="00D36E1D">
        <w:rPr>
          <w:rStyle w:val="Hyperlink"/>
          <w:i/>
          <w:sz w:val="18"/>
        </w:rPr>
        <w:t>www.climateinteractive.org</w:t>
      </w:r>
    </w:hyperlink>
  </w:p>
  <w:p w:rsidR="00871468" w:rsidRPr="00871468" w:rsidRDefault="00871468" w:rsidP="00871468">
    <w:pPr>
      <w:pStyle w:val="Footer"/>
      <w:rPr>
        <w:sz w:val="12"/>
      </w:rPr>
    </w:pPr>
  </w:p>
  <w:p w:rsidR="00871468" w:rsidRDefault="00871468" w:rsidP="00871468">
    <w:pPr>
      <w:pStyle w:val="Footer"/>
    </w:pPr>
    <w:r>
      <w:t>EESC-2019-05163-0</w:t>
    </w:r>
    <w:r w:rsidR="00B90462">
      <w:t>6</w:t>
    </w:r>
    <w:r>
      <w:t xml:space="preserve">-00-INFO-TRA (EN) </w:t>
    </w:r>
    <w:r>
      <w:fldChar w:fldCharType="begin"/>
    </w:r>
    <w:r>
      <w:instrText xml:space="preserve"> PAGE  \* Arabic  \* MERGEFORMAT </w:instrText>
    </w:r>
    <w:r>
      <w:fldChar w:fldCharType="separate"/>
    </w:r>
    <w:r w:rsidR="005E63F1">
      <w:rPr>
        <w:noProof/>
      </w:rPr>
      <w:t>1</w:t>
    </w:r>
    <w:r>
      <w:fldChar w:fldCharType="end"/>
    </w:r>
    <w:r>
      <w:t>/</w:t>
    </w:r>
    <w:r>
      <w:fldChar w:fldCharType="begin"/>
    </w:r>
    <w:r>
      <w:instrText xml:space="preserve"> = </w:instrText>
    </w:r>
    <w:r>
      <w:fldChar w:fldCharType="begin"/>
    </w:r>
    <w:r>
      <w:instrText xml:space="preserve"> NUMPAGES </w:instrText>
    </w:r>
    <w:r>
      <w:fldChar w:fldCharType="separate"/>
    </w:r>
    <w:r w:rsidR="005E63F1">
      <w:rPr>
        <w:noProof/>
      </w:rPr>
      <w:instrText>3</w:instrText>
    </w:r>
    <w:r>
      <w:fldChar w:fldCharType="end"/>
    </w:r>
    <w:r>
      <w:instrText xml:space="preserve"> -0 </w:instrText>
    </w:r>
    <w:r>
      <w:fldChar w:fldCharType="separate"/>
    </w:r>
    <w:r w:rsidR="005E63F1">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D15" w:rsidRDefault="00A50D15">
      <w:r>
        <w:separator/>
      </w:r>
    </w:p>
    <w:p w:rsidR="00B25AB0" w:rsidRDefault="00B25AB0"/>
  </w:footnote>
  <w:footnote w:type="continuationSeparator" w:id="0">
    <w:p w:rsidR="00A50D15" w:rsidRDefault="00A50D15">
      <w:r>
        <w:continuationSeparator/>
      </w:r>
    </w:p>
    <w:p w:rsidR="00B25AB0" w:rsidRDefault="00B25A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AB7F66"/>
    <w:multiLevelType w:val="multilevel"/>
    <w:tmpl w:val="55B8CFA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15"/>
    <w:rsid w:val="00005DE0"/>
    <w:rsid w:val="00133415"/>
    <w:rsid w:val="002D7D55"/>
    <w:rsid w:val="00474E33"/>
    <w:rsid w:val="004D7BC0"/>
    <w:rsid w:val="00525110"/>
    <w:rsid w:val="00571C3D"/>
    <w:rsid w:val="005E63F1"/>
    <w:rsid w:val="007374C2"/>
    <w:rsid w:val="007E6E13"/>
    <w:rsid w:val="00815995"/>
    <w:rsid w:val="00870BBF"/>
    <w:rsid w:val="00871468"/>
    <w:rsid w:val="008B2610"/>
    <w:rsid w:val="008D7E50"/>
    <w:rsid w:val="009441C7"/>
    <w:rsid w:val="00977862"/>
    <w:rsid w:val="009865AC"/>
    <w:rsid w:val="009A6695"/>
    <w:rsid w:val="00A50D15"/>
    <w:rsid w:val="00B21039"/>
    <w:rsid w:val="00B25AB0"/>
    <w:rsid w:val="00B90462"/>
    <w:rsid w:val="00BE33B4"/>
    <w:rsid w:val="00CF33AA"/>
    <w:rsid w:val="00D01AED"/>
    <w:rsid w:val="00DB76C8"/>
    <w:rsid w:val="00E810F4"/>
    <w:rsid w:val="00ED1FD6"/>
    <w:rsid w:val="00F44330"/>
    <w:rsid w:val="00F67CE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E4A82"/>
  <w15:docId w15:val="{A28A4FEF-31C0-4F5F-B5F4-685F99045BE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D15"/>
    <w:rPr>
      <w:lang w:val="sl-SI"/>
    </w:rPr>
  </w:style>
  <w:style w:type="paragraph" w:styleId="Heading1">
    <w:name w:val="heading 1"/>
    <w:basedOn w:val="Normal"/>
    <w:next w:val="Normal"/>
    <w:qFormat/>
    <w:rsid w:val="00A50D15"/>
    <w:pPr>
      <w:numPr>
        <w:numId w:val="1"/>
      </w:numPr>
      <w:ind w:left="567" w:hanging="567"/>
      <w:outlineLvl w:val="0"/>
    </w:pPr>
    <w:rPr>
      <w:kern w:val="28"/>
    </w:rPr>
  </w:style>
  <w:style w:type="paragraph" w:styleId="Heading2">
    <w:name w:val="heading 2"/>
    <w:basedOn w:val="Normal"/>
    <w:next w:val="Normal"/>
    <w:qFormat/>
    <w:rsid w:val="00A50D15"/>
    <w:pPr>
      <w:numPr>
        <w:ilvl w:val="1"/>
        <w:numId w:val="1"/>
      </w:numPr>
      <w:ind w:left="567" w:hanging="567"/>
      <w:outlineLvl w:val="1"/>
    </w:pPr>
  </w:style>
  <w:style w:type="paragraph" w:styleId="Heading3">
    <w:name w:val="heading 3"/>
    <w:basedOn w:val="Normal"/>
    <w:next w:val="Normal"/>
    <w:qFormat/>
    <w:rsid w:val="00A50D15"/>
    <w:pPr>
      <w:numPr>
        <w:ilvl w:val="2"/>
        <w:numId w:val="1"/>
      </w:numPr>
      <w:ind w:left="567" w:hanging="567"/>
      <w:outlineLvl w:val="2"/>
    </w:pPr>
  </w:style>
  <w:style w:type="paragraph" w:styleId="Heading4">
    <w:name w:val="heading 4"/>
    <w:basedOn w:val="Normal"/>
    <w:next w:val="Normal"/>
    <w:qFormat/>
    <w:rsid w:val="00A50D15"/>
    <w:pPr>
      <w:numPr>
        <w:ilvl w:val="3"/>
        <w:numId w:val="1"/>
      </w:numPr>
      <w:ind w:left="567" w:hanging="567"/>
      <w:outlineLvl w:val="3"/>
    </w:pPr>
  </w:style>
  <w:style w:type="paragraph" w:styleId="Heading5">
    <w:name w:val="heading 5"/>
    <w:basedOn w:val="Normal"/>
    <w:next w:val="Normal"/>
    <w:qFormat/>
    <w:rsid w:val="00A50D15"/>
    <w:pPr>
      <w:numPr>
        <w:ilvl w:val="4"/>
        <w:numId w:val="1"/>
      </w:numPr>
      <w:ind w:left="567" w:hanging="567"/>
      <w:outlineLvl w:val="4"/>
    </w:pPr>
  </w:style>
  <w:style w:type="paragraph" w:styleId="Heading6">
    <w:name w:val="heading 6"/>
    <w:basedOn w:val="Normal"/>
    <w:next w:val="Normal"/>
    <w:qFormat/>
    <w:rsid w:val="00A50D15"/>
    <w:pPr>
      <w:numPr>
        <w:ilvl w:val="5"/>
        <w:numId w:val="1"/>
      </w:numPr>
      <w:ind w:left="567" w:hanging="567"/>
      <w:outlineLvl w:val="5"/>
    </w:pPr>
  </w:style>
  <w:style w:type="paragraph" w:styleId="Heading7">
    <w:name w:val="heading 7"/>
    <w:basedOn w:val="Normal"/>
    <w:next w:val="Normal"/>
    <w:qFormat/>
    <w:rsid w:val="00A50D15"/>
    <w:pPr>
      <w:numPr>
        <w:ilvl w:val="6"/>
        <w:numId w:val="1"/>
      </w:numPr>
      <w:ind w:left="567" w:hanging="567"/>
      <w:outlineLvl w:val="6"/>
    </w:pPr>
  </w:style>
  <w:style w:type="paragraph" w:styleId="Heading8">
    <w:name w:val="heading 8"/>
    <w:basedOn w:val="Normal"/>
    <w:next w:val="Normal"/>
    <w:qFormat/>
    <w:rsid w:val="00A50D15"/>
    <w:pPr>
      <w:numPr>
        <w:ilvl w:val="7"/>
        <w:numId w:val="1"/>
      </w:numPr>
      <w:ind w:left="567" w:hanging="567"/>
      <w:outlineLvl w:val="7"/>
    </w:pPr>
  </w:style>
  <w:style w:type="paragraph" w:styleId="Heading9">
    <w:name w:val="heading 9"/>
    <w:basedOn w:val="Normal"/>
    <w:next w:val="Normal"/>
    <w:qFormat/>
    <w:rsid w:val="00A50D1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A50D15"/>
  </w:style>
  <w:style w:type="paragraph" w:styleId="FootnoteText">
    <w:name w:val="footnote text"/>
    <w:basedOn w:val="Normal"/>
    <w:qFormat/>
    <w:rsid w:val="00A50D15"/>
    <w:pPr>
      <w:keepLines/>
      <w:spacing w:after="60" w:line="240" w:lineRule="auto"/>
      <w:ind w:left="567" w:hanging="567"/>
    </w:pPr>
    <w:rPr>
      <w:sz w:val="16"/>
    </w:rPr>
  </w:style>
  <w:style w:type="paragraph" w:styleId="Header">
    <w:name w:val="header"/>
    <w:basedOn w:val="Normal"/>
    <w:qFormat/>
    <w:rsid w:val="00A50D15"/>
  </w:style>
  <w:style w:type="paragraph" w:customStyle="1" w:styleId="quotes">
    <w:name w:val="quotes"/>
    <w:basedOn w:val="Normal"/>
    <w:next w:val="Normal"/>
    <w:rsid w:val="00A50D15"/>
    <w:pPr>
      <w:ind w:left="720"/>
    </w:pPr>
    <w:rPr>
      <w:i/>
    </w:rPr>
  </w:style>
  <w:style w:type="character" w:styleId="FootnoteReference">
    <w:name w:val="footnote reference"/>
    <w:basedOn w:val="DefaultParagraphFont"/>
    <w:unhideWhenUsed/>
    <w:qFormat/>
    <w:rsid w:val="00A50D15"/>
    <w:rPr>
      <w:sz w:val="24"/>
      <w:vertAlign w:val="superscript"/>
    </w:rPr>
  </w:style>
  <w:style w:type="character" w:styleId="Hyperlink">
    <w:name w:val="Hyperlink"/>
    <w:basedOn w:val="DefaultParagraphFont"/>
    <w:uiPriority w:val="99"/>
    <w:unhideWhenUsed/>
    <w:rsid w:val="00A50D15"/>
    <w:rPr>
      <w:color w:val="0000FF" w:themeColor="hyperlink"/>
      <w:u w:val="single"/>
    </w:rPr>
  </w:style>
  <w:style w:type="character" w:customStyle="1" w:styleId="Heading11">
    <w:name w:val="Heading #1|1_"/>
    <w:basedOn w:val="DefaultParagraphFont"/>
    <w:link w:val="Heading110"/>
    <w:rsid w:val="00A50D15"/>
    <w:rPr>
      <w:rFonts w:ascii="Arial" w:eastAsia="Arial" w:hAnsi="Arial" w:cs="Arial"/>
      <w:b/>
      <w:bCs/>
      <w:sz w:val="36"/>
      <w:szCs w:val="36"/>
      <w:shd w:val="clear" w:color="auto" w:fill="FFFFFF"/>
    </w:rPr>
  </w:style>
  <w:style w:type="character" w:customStyle="1" w:styleId="Bodytext2">
    <w:name w:val="Body text|2"/>
    <w:basedOn w:val="DefaultParagraphFont"/>
    <w:semiHidden/>
    <w:unhideWhenUsed/>
    <w:rsid w:val="00A50D15"/>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l-SI" w:eastAsia="en-US" w:bidi="en-US"/>
    </w:rPr>
  </w:style>
  <w:style w:type="character" w:customStyle="1" w:styleId="Bodytext2Bold">
    <w:name w:val="Body text|2 + Bold"/>
    <w:basedOn w:val="DefaultParagraphFont"/>
    <w:semiHidden/>
    <w:unhideWhenUsed/>
    <w:rsid w:val="00A50D15"/>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table" w:styleId="TableGrid">
    <w:name w:val="Table Grid"/>
    <w:basedOn w:val="TableNormal"/>
    <w:uiPriority w:val="39"/>
    <w:rsid w:val="00A50D15"/>
    <w:pPr>
      <w:widowControl w:val="0"/>
      <w:spacing w:line="240" w:lineRule="auto"/>
      <w:jc w:val="left"/>
    </w:pPr>
    <w:rPr>
      <w:sz w:val="24"/>
      <w:szCs w:val="24"/>
      <w:lang w:val="sl-SI"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rsid w:val="00A50D15"/>
    <w:pPr>
      <w:widowControl w:val="0"/>
      <w:shd w:val="clear" w:color="auto" w:fill="FFFFFF"/>
      <w:spacing w:after="300" w:line="402" w:lineRule="exact"/>
      <w:jc w:val="center"/>
      <w:outlineLvl w:val="0"/>
    </w:pPr>
    <w:rPr>
      <w:rFonts w:ascii="Arial" w:eastAsia="Arial" w:hAnsi="Arial" w:cs="Arial"/>
      <w:b/>
      <w:bCs/>
      <w:sz w:val="36"/>
      <w:szCs w:val="36"/>
      <w:lang w:val="en-US"/>
    </w:rPr>
  </w:style>
  <w:style w:type="character" w:customStyle="1" w:styleId="FooterChar">
    <w:name w:val="Footer Char"/>
    <w:basedOn w:val="DefaultParagraphFont"/>
    <w:link w:val="Footer"/>
    <w:rsid w:val="00A50D15"/>
  </w:style>
  <w:style w:type="character" w:customStyle="1" w:styleId="Bodytext3">
    <w:name w:val="Body text|3_"/>
    <w:basedOn w:val="DefaultParagraphFont"/>
    <w:link w:val="Bodytext30"/>
    <w:rsid w:val="00B90462"/>
    <w:rPr>
      <w:b/>
      <w:bCs/>
      <w:shd w:val="clear" w:color="auto" w:fill="FFFFFF"/>
    </w:rPr>
  </w:style>
  <w:style w:type="character" w:customStyle="1" w:styleId="Bodytext20">
    <w:name w:val="Body text|2_"/>
    <w:basedOn w:val="DefaultParagraphFont"/>
    <w:rsid w:val="00B90462"/>
    <w:rPr>
      <w:b w:val="0"/>
      <w:bCs w:val="0"/>
      <w:i w:val="0"/>
      <w:iCs w:val="0"/>
      <w:smallCaps w:val="0"/>
      <w:strike w:val="0"/>
      <w:sz w:val="22"/>
      <w:szCs w:val="22"/>
      <w:u w:val="none"/>
    </w:rPr>
  </w:style>
  <w:style w:type="character" w:customStyle="1" w:styleId="Bodytext5">
    <w:name w:val="Body text|5_"/>
    <w:basedOn w:val="DefaultParagraphFont"/>
    <w:link w:val="Bodytext50"/>
    <w:rsid w:val="00B90462"/>
    <w:rPr>
      <w:b/>
      <w:bCs/>
      <w:shd w:val="clear" w:color="auto" w:fill="FFFFFF"/>
    </w:rPr>
  </w:style>
  <w:style w:type="paragraph" w:customStyle="1" w:styleId="Bodytext30">
    <w:name w:val="Body text|3"/>
    <w:basedOn w:val="Normal"/>
    <w:link w:val="Bodytext3"/>
    <w:rsid w:val="00B90462"/>
    <w:pPr>
      <w:widowControl w:val="0"/>
      <w:shd w:val="clear" w:color="auto" w:fill="FFFFFF"/>
      <w:spacing w:before="120" w:line="269" w:lineRule="exact"/>
      <w:ind w:hanging="400"/>
    </w:pPr>
    <w:rPr>
      <w:b/>
      <w:bCs/>
      <w:lang w:val="en-US"/>
    </w:rPr>
  </w:style>
  <w:style w:type="paragraph" w:customStyle="1" w:styleId="Bodytext50">
    <w:name w:val="Body text|5"/>
    <w:basedOn w:val="Normal"/>
    <w:link w:val="Bodytext5"/>
    <w:rsid w:val="00B90462"/>
    <w:pPr>
      <w:widowControl w:val="0"/>
      <w:shd w:val="clear" w:color="auto" w:fill="FFFFFF"/>
      <w:spacing w:before="120" w:after="120" w:line="244" w:lineRule="exact"/>
      <w:jc w:val="left"/>
    </w:pPr>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CTJJHAUHWN5E-644613129-2851</_dlc_DocId>
    <_dlc_DocIdUrl xmlns="bfc960a6-20da-4c94-8684-71380fca093b">
      <Url>http://dm2016/eesc/2019/_layouts/15/DocIdRedir.aspx?ID=CTJJHAUHWN5E-644613129-2851</Url>
      <Description>CTJJHAUHWN5E-644613129-2851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BCCAB1B-BCBF-4ADB-8382-4524171EF230}"/>
</file>

<file path=customXml/itemProps2.xml><?xml version="1.0" encoding="utf-8"?>
<ds:datastoreItem xmlns:ds="http://schemas.openxmlformats.org/officeDocument/2006/customXml" ds:itemID="{EC36BDC2-253F-4B36-811A-EB9E636DC388}"/>
</file>

<file path=customXml/itemProps3.xml><?xml version="1.0" encoding="utf-8"?>
<ds:datastoreItem xmlns:ds="http://schemas.openxmlformats.org/officeDocument/2006/customXml" ds:itemID="{4E7EC0B6-1DB6-45A9-8DB4-9B276AD3ACBC}"/>
</file>

<file path=customXml/itemProps4.xml><?xml version="1.0" encoding="utf-8"?>
<ds:datastoreItem xmlns:ds="http://schemas.openxmlformats.org/officeDocument/2006/customXml" ds:itemID="{A2CD2BCF-28EB-422C-B108-F5A934795CAE}"/>
</file>

<file path=docProps/app.xml><?xml version="1.0" encoding="utf-8"?>
<Properties xmlns="http://schemas.openxmlformats.org/officeDocument/2006/extended-properties" xmlns:vt="http://schemas.openxmlformats.org/officeDocument/2006/docPropsVTypes">
  <Template>Styles.dotm</Template>
  <TotalTime>9</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2020 - Delovni dokumenti - Skupina 6B - Države v razvoju (II)</dc:title>
  <dc:creator>Metka Turel</dc:creator>
  <cp:keywords>EESC-2019-05163-06-00-INFO-TRA-EN</cp:keywords>
  <dc:description>Rapporteur:  - Original language: EN - Date of document: 10/12/2019 - Date of meeting:  - External documents:  - Administrator: MME LAHOUSSE Chloé</dc:description>
  <cp:lastModifiedBy>Metka Turel</cp:lastModifiedBy>
  <cp:revision>7</cp:revision>
  <dcterms:created xsi:type="dcterms:W3CDTF">2019-12-10T07:51:00Z</dcterms:created>
  <dcterms:modified xsi:type="dcterms:W3CDTF">2019-12-10T08:01:00Z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26b1c2dd-d445-4218-8948-1e1f6bcf7e05</vt:lpwstr>
  </property>
  <property fmtid="{D5CDD505-2E9C-101B-9397-08002B2CF9AE}" pid="4"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11389</vt:i4>
  </property>
  <property fmtid="{D5CDD505-2E9C-101B-9397-08002B2CF9AE}" pid="13" name="DocumentStatus">
    <vt:lpwstr>2;#TRA|150d2a88-1431-44e6-a8ca-0bb753ab8672</vt:lpwstr>
  </property>
  <property fmtid="{D5CDD505-2E9C-101B-9397-08002B2CF9AE}" pid="14" name="DocumentPart">
    <vt:i4>6</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DA|5d49c027-8956-412b-aa16-e85a0f96ad0e;GA|762d2456-c427-4ecb-b312-af3dad8e258c;TR|6e4ededd-04c4-4fa0-94e0-1028050302d5;IT|0774613c-01ed-4e5d-a25d-11d2388de825;MT|7df99101-6854-4a26-b53a-b88c0da02c26;NL|55c6556c-b4f4-441d-9acf-c498d4f838bd;SK|46d9fce0-ef79-4f71-b89b-cd6aa82426b8;PT|50ccc04a-eadd-42ae-a0cb-acaf45f812ba;PL|1e03da61-4678-4e07-b136-b5024ca9197b;ME|925b3da5-5ac0-4b3c-928c-6ef66a5c9b3c;SQ|5ac17240-8d11-45ec-9893-659b209d7a00;BG|1a1b3951-7821-4e6a-85f5-5673fc08bd2c;FI|87606a43-d45f-42d6-b8c9-e1a3457db5b7;SR|7f3a1d13-b985-4bfd-981e-afe31377edff;ES|e7a6b05b-ae16-40c8-add9-68b64b03aeba;EN|f2175f21-25d7-44a3-96da-d6a61b075e1b;EL|6d4f4d51-af9b-4650-94b4-4276bee85c91;MK|34ce48bb-063e-4413-a932-50853dc71c5c</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72;#GA|762d2456-c427-4ecb-b312-af3dad8e258c;#152;#MK|34ce48bb-063e-4413-a932-50853dc71c5c;#153;#SR|7f3a1d13-b985-4bfd-981e-afe31377edff;#64;#PT|50ccc04a-eadd-42ae-a0cb-acaf45f812ba;#63;#MT|7df99101-6854-4a26-b53a-b88c0da02c26;#25;#SK|46d9fce0-ef79-4f71-b89b-cd6aa82426b8;#246;#ME|925b3da5-5ac0-4b3c-928c-6ef66a5c9b3c;#62;#FI|87606a43-d45f-42d6-b8c9-e1a3457db5b7;#21;#IT|0774613c-01ed-4e5d-a25d-11d2388de825;#55;#BG|1a1b3951-7821-4e6a-85f5-5673fc08bd2c;#17;#ES|e7a6b05b-ae16-40c8-add9-68b64b03aeba;#16;#PL|1e03da61-4678-4e07-b136-b5024ca9197b;#52;#DA|5d49c027-8956-412b-aa16-e85a0f96ad0e;#162;#TR|6e4ededd-04c4-4fa0-94e0-1028050302d5;#49;#EL|6d4f4d51-af9b-4650-94b4-4276bee85c91;#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56;#SL|98a412ae-eb01-49e9-ae3d-585a81724cfc</vt:lpwstr>
  </property>
</Properties>
</file>